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0C" w:rsidRDefault="003D0C0C" w:rsidP="00671E0E">
      <w:pPr>
        <w:spacing w:before="240"/>
      </w:pPr>
    </w:p>
    <w:p w:rsidR="002B7788" w:rsidRDefault="002B7788" w:rsidP="00671E0E">
      <w:pPr>
        <w:spacing w:before="240"/>
      </w:pPr>
    </w:p>
    <w:p w:rsidR="00E109AF" w:rsidRDefault="00E109AF" w:rsidP="002B7788">
      <w:pPr>
        <w:pStyle w:val="NoSpacing"/>
      </w:pPr>
    </w:p>
    <w:p w:rsidR="00E109AF" w:rsidRDefault="00E109AF" w:rsidP="002B7788">
      <w:pPr>
        <w:pStyle w:val="NoSpacing"/>
      </w:pPr>
    </w:p>
    <w:p w:rsidR="00E109AF" w:rsidRDefault="00E109AF" w:rsidP="002B7788">
      <w:pPr>
        <w:pStyle w:val="NoSpacing"/>
      </w:pPr>
    </w:p>
    <w:p w:rsidR="00B37362" w:rsidRDefault="00B37362" w:rsidP="002B7788">
      <w:pPr>
        <w:pStyle w:val="NoSpacing"/>
      </w:pPr>
    </w:p>
    <w:p w:rsidR="00B37362" w:rsidRDefault="00B37362" w:rsidP="002B7788">
      <w:pPr>
        <w:pStyle w:val="NoSpacing"/>
      </w:pPr>
    </w:p>
    <w:p w:rsidR="0091795B" w:rsidRDefault="0091795B" w:rsidP="00671E0E">
      <w:pPr>
        <w:spacing w:before="240"/>
      </w:pPr>
      <w:bookmarkStart w:id="0" w:name="_GoBack"/>
      <w:bookmarkEnd w:id="0"/>
    </w:p>
    <w:p w:rsidR="0091795B" w:rsidRDefault="0091795B" w:rsidP="00671E0E">
      <w:pPr>
        <w:spacing w:before="240"/>
      </w:pPr>
    </w:p>
    <w:p w:rsidR="0091795B" w:rsidRPr="0091795B" w:rsidRDefault="0091795B" w:rsidP="0091795B">
      <w:pPr>
        <w:pStyle w:val="NoSpacing"/>
      </w:pPr>
    </w:p>
    <w:p w:rsidR="0091795B" w:rsidRDefault="0091795B" w:rsidP="0091795B">
      <w:pPr>
        <w:pStyle w:val="NoSpacing"/>
      </w:pPr>
    </w:p>
    <w:p w:rsidR="0091795B" w:rsidRDefault="0091795B" w:rsidP="00671E0E">
      <w:pPr>
        <w:spacing w:before="240"/>
      </w:pPr>
    </w:p>
    <w:p w:rsidR="004058A7" w:rsidRDefault="004058A7"/>
    <w:p w:rsidR="004058A7" w:rsidRDefault="004058A7"/>
    <w:p w:rsidR="004058A7" w:rsidRDefault="004058A7"/>
    <w:p w:rsidR="004058A7" w:rsidRDefault="004058A7"/>
    <w:p w:rsidR="004058A7" w:rsidRDefault="004058A7"/>
    <w:p w:rsidR="004058A7" w:rsidRDefault="004058A7"/>
    <w:p w:rsidR="004058A7" w:rsidRDefault="004058A7"/>
    <w:sectPr w:rsidR="004058A7" w:rsidSect="0034156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1D6" w:rsidRDefault="00F601D6" w:rsidP="003D0C0C">
      <w:pPr>
        <w:spacing w:after="0" w:line="240" w:lineRule="auto"/>
      </w:pPr>
      <w:r>
        <w:separator/>
      </w:r>
    </w:p>
  </w:endnote>
  <w:endnote w:type="continuationSeparator" w:id="0">
    <w:p w:rsidR="00F601D6" w:rsidRDefault="00F601D6" w:rsidP="003D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1D6" w:rsidRDefault="00F601D6" w:rsidP="003D0C0C">
      <w:pPr>
        <w:spacing w:after="0" w:line="240" w:lineRule="auto"/>
      </w:pPr>
      <w:r>
        <w:separator/>
      </w:r>
    </w:p>
  </w:footnote>
  <w:footnote w:type="continuationSeparator" w:id="0">
    <w:p w:rsidR="00F601D6" w:rsidRDefault="00F601D6" w:rsidP="003D0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0C" w:rsidRDefault="003D0C0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2850" cy="1069467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ianletterhead-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69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E5208"/>
    <w:multiLevelType w:val="hybridMultilevel"/>
    <w:tmpl w:val="6A2ECE8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62831"/>
    <w:rsid w:val="00070053"/>
    <w:rsid w:val="001C3EA6"/>
    <w:rsid w:val="00201761"/>
    <w:rsid w:val="002847D5"/>
    <w:rsid w:val="00293D87"/>
    <w:rsid w:val="002B7788"/>
    <w:rsid w:val="00341560"/>
    <w:rsid w:val="00353786"/>
    <w:rsid w:val="003D0C0C"/>
    <w:rsid w:val="004058A7"/>
    <w:rsid w:val="00417CE3"/>
    <w:rsid w:val="00430239"/>
    <w:rsid w:val="00447565"/>
    <w:rsid w:val="004B52E1"/>
    <w:rsid w:val="00520001"/>
    <w:rsid w:val="005560BA"/>
    <w:rsid w:val="005D1324"/>
    <w:rsid w:val="00634BCE"/>
    <w:rsid w:val="00671E0E"/>
    <w:rsid w:val="006E6306"/>
    <w:rsid w:val="0078605F"/>
    <w:rsid w:val="00803BEB"/>
    <w:rsid w:val="008A225E"/>
    <w:rsid w:val="008B78FD"/>
    <w:rsid w:val="0091795B"/>
    <w:rsid w:val="00A82F67"/>
    <w:rsid w:val="00B25F5A"/>
    <w:rsid w:val="00B37362"/>
    <w:rsid w:val="00B71752"/>
    <w:rsid w:val="00C6477E"/>
    <w:rsid w:val="00D50253"/>
    <w:rsid w:val="00D62831"/>
    <w:rsid w:val="00DB5DFB"/>
    <w:rsid w:val="00DE6301"/>
    <w:rsid w:val="00E109AF"/>
    <w:rsid w:val="00EB7090"/>
    <w:rsid w:val="00ED2770"/>
    <w:rsid w:val="00F6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560"/>
  </w:style>
  <w:style w:type="paragraph" w:styleId="Heading3">
    <w:name w:val="heading 3"/>
    <w:basedOn w:val="Normal"/>
    <w:next w:val="Normal"/>
    <w:link w:val="Heading3Char"/>
    <w:qFormat/>
    <w:rsid w:val="002B7788"/>
    <w:pPr>
      <w:keepNext/>
      <w:spacing w:after="0" w:line="240" w:lineRule="auto"/>
      <w:jc w:val="both"/>
      <w:outlineLvl w:val="2"/>
    </w:pPr>
    <w:rPr>
      <w:rFonts w:ascii="CG Times" w:eastAsia="Times New Roman" w:hAnsi="CG Times" w:cs="Times New Roman"/>
      <w:b/>
      <w:snapToGrid w:val="0"/>
      <w:sz w:val="23"/>
      <w:szCs w:val="20"/>
      <w:u w:val="single"/>
      <w:lang w:val="en-US"/>
    </w:rPr>
  </w:style>
  <w:style w:type="paragraph" w:styleId="Heading4">
    <w:name w:val="heading 4"/>
    <w:basedOn w:val="Normal"/>
    <w:next w:val="Normal"/>
    <w:link w:val="Heading4Char"/>
    <w:qFormat/>
    <w:rsid w:val="002B7788"/>
    <w:pPr>
      <w:keepNext/>
      <w:widowControl w:val="0"/>
      <w:tabs>
        <w:tab w:val="left" w:pos="-1080"/>
        <w:tab w:val="left" w:pos="-720"/>
        <w:tab w:val="left" w:pos="0"/>
        <w:tab w:val="left" w:pos="720"/>
        <w:tab w:val="left" w:pos="1440"/>
        <w:tab w:val="left" w:pos="1980"/>
        <w:tab w:val="left" w:pos="288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0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C0C"/>
  </w:style>
  <w:style w:type="paragraph" w:styleId="Footer">
    <w:name w:val="footer"/>
    <w:basedOn w:val="Normal"/>
    <w:link w:val="FooterChar"/>
    <w:uiPriority w:val="99"/>
    <w:unhideWhenUsed/>
    <w:rsid w:val="003D0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C0C"/>
  </w:style>
  <w:style w:type="paragraph" w:styleId="BalloonText">
    <w:name w:val="Balloon Text"/>
    <w:basedOn w:val="Normal"/>
    <w:link w:val="BalloonTextChar"/>
    <w:uiPriority w:val="99"/>
    <w:semiHidden/>
    <w:unhideWhenUsed/>
    <w:rsid w:val="003D0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C0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1795B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2B7788"/>
    <w:rPr>
      <w:rFonts w:ascii="CG Times" w:eastAsia="Times New Roman" w:hAnsi="CG Times" w:cs="Times New Roman"/>
      <w:b/>
      <w:snapToGrid w:val="0"/>
      <w:sz w:val="23"/>
      <w:szCs w:val="20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2B7788"/>
    <w:rPr>
      <w:rFonts w:ascii="Times New Roman" w:eastAsia="Times New Roman" w:hAnsi="Times New Roman" w:cs="Times New Roman"/>
      <w:b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press\Desktop\New%20folder%20(2)\Old%20template%20cb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670D0-61A0-44B4-B335-CD5FEFFB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Old template cb1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Prepress</dc:creator>
  <cp:lastModifiedBy>Prepress</cp:lastModifiedBy>
  <cp:revision>3</cp:revision>
  <dcterms:created xsi:type="dcterms:W3CDTF">2013-09-18T05:50:00Z</dcterms:created>
  <dcterms:modified xsi:type="dcterms:W3CDTF">2013-09-18T05:53:00Z</dcterms:modified>
</cp:coreProperties>
</file>